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8D" w:rsidRPr="00AE1B67" w:rsidRDefault="00E35D8D" w:rsidP="0055337B">
      <w:bookmarkStart w:id="0" w:name="_GoBack"/>
      <w:bookmarkEnd w:id="0"/>
    </w:p>
    <w:p w:rsidR="00F31EC0" w:rsidRDefault="00F31EC0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800"/>
        <w:gridCol w:w="720"/>
        <w:gridCol w:w="810"/>
        <w:gridCol w:w="4590"/>
      </w:tblGrid>
      <w:tr w:rsidR="003D523A" w:rsidTr="0008211B">
        <w:trPr>
          <w:tblHeader/>
        </w:trPr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b/>
                <w:sz w:val="24"/>
              </w:rPr>
              <w:t>Procedure Code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b/>
                <w:sz w:val="24"/>
              </w:rPr>
              <w:t>O.R.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00160ZB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Cerebral Cisterns,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00163ZB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Cerebral Cisterns,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0016470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Nasopharynx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0016471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Mastoid Sinus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0016472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Atrium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0016473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Blood Vessel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Pleural Cavity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Intestine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Peritoneal Cavity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0016477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Urinary Tract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Bone Marrow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001647B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Cerebral Cisterns with 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00164J0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Nasopharynx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00164J1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Mastoid Sinus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00164J2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Atrium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Blood Vessel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Pleural Cavity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00164J5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Intestine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Peritoneal Cavity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Urinary Tract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Bone Marrow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00164JB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Cerebral Cisterns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00164K0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Nasopharynx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00164K1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Mastoid Sinus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00164K2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Atrium with Nonautologous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Blood Vessel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Pleural Cavity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Intestine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Cerebral Ventricle to Peritoneal Cavity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Urinary Tract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Bone Marrow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031,032,033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00164KB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Cerebral Cisterns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00164ZB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Cerebral Ventricle to Cerebral Cisterns,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00760ZZ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Cerebral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00763ZZ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Cerebral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00764ZZ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Cerebral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00CU0ZZ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Spinal Canal,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00CU3ZZ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Spinal Canal,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00CU4ZZ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Extirpation of Matter from Spinal Canal,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00H004Z*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Radioactive Element, Cesium-131 Collagen Implant into Brain,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Brain,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Brain,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Brain,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Cerebral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Cerebral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00H64YZ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Cerebral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00HE0YZ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Cranial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00HE3YZ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Cranial Nerve,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00HE4YZ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Cranial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Spinal Canal,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into Spinal Canal,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00HU4YZ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Spinal Canal,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Spinal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Spinal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00HV4YZ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Spinal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Brain,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Other Device from Brain,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Brain,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Cerebral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Cerebral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Cerebral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00PE0YZ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Cranial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00PE3YZ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Other Device from Cranial Nerve,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00PE4YZ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Cranial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Spinal Canal,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Spinal Canal,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00PU4YZ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Spinal Canal,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Spinal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Other Device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from Spinal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00PV4YZ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Spinal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Meninges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Meninges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Meninges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Cerebral Meninges with 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Meninges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Meninges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Dura Mater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Dura Mater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Dura Mater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Dura Mater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Dura Mater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Dura Mater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Ventricle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Ventricle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Ventricle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Ventricle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Cerebral Ventricle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Cerebral Ventricle with Nonautologous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Olfactory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Olfactory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Olfactory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Olfactory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Olfactory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Olfactory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Optic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Optic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Optic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Optic Nerve with 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Optic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Optic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Oculomotor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Oculomotor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Oculomotor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Oculomotor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Oculomotor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Oculomotor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00RJ07Z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Trochlear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00RJ0JZ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Trochlear Nerve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00RJ0KZ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Trochlear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00RJ47Z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Trochlear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00RJ4JZ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Trochlear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00RJ4KZ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Trochlear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00RK07Z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Trigeminal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00RK0JZ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Trigeminal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00RK0KZ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Trigeminal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00RK47Z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Trigeminal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00RK4JZ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Trigeminal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00RK4KZ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Trigeminal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00RL07Z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00RL0JZ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00RL0KZ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00RL47Z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00RL4JZ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00RL4KZ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Abducens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00RM07Z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00RM0JZ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00RM0KZ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00RM47Z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00RM4JZ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00RM4KZ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00RN07Z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00RN0JZ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00RN0KZ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00RN47Z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00RN4JZ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00RN4KZ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Acoustic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Glossopharyngeal Nerve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Glossopharyngeal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Glossopharyngeal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Glossopharyngeal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Glossopharyngeal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00RP4KZ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Glossopharyngeal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00RQ07Z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Vagus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00RQ0JZ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Vagus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00RQ0KZ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Vagus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00RQ47Z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Vagus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00RQ4JZ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Vagus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00RQ4KZ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Vagus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Accessory Nerve with 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00RS07Z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Hypoglossal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00RS0JZ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Hypoglossal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00RS0KZ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Hypoglossal Nerve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00RS47Z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Hypoglossal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00RS4JZ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Hypoglossal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00RS4KZ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Hypoglossal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00RT07Z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Spinal Meninges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00RT0JZ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Spinal Meninges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00RT0KZ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Spinal Meninges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00RT47Z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Spinal Meninges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00RT4JZ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Spinal Meninges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00RT4KZ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Spinal Meninges with Nonautologous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Cerebral Ventricle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Cerebral Ventricle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Olfactory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Olfactory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00UF3JZ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Olfactory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00UF3KZ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Olfactory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Olfactory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Olfactory Nerve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Optic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Optic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00UG3JZ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Optic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00UG3KZ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Optic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Optic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Optic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Oculomotor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Oculomotor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Oculomotor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Oculomotor Nerve with Nonautologous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Oculomotor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Oculomotor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Trochlear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Trochlear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Trochlear Nerve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Trochlear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Trochlear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00UJ4KZ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Trochlear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00UK0JZ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Trigeminal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00UK0KZ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Trigeminal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00UK3JZ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Trigeminal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00UK3KZ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Trigeminal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00UK4JZ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Trigeminal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00UK4KZ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Trigeminal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00UL0JZ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Abducens Nerve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00UL0KZ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Abducens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00UL3JZ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Abducens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00UL3KZ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Abducens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00UL4JZ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Abducens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00UL4KZ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Abducens Nerve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00UM0JZ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Facial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00UM0KZ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Facial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00UM3JZ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Facial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00UM3KZ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Facial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00UM4JZ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Facial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00UM4KZ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Facial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Acoustic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Acoustic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Acoustic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Acoustic Nerve with Nonautologous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Acoustic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00UN4KZ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Acoustic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Glossopharyngeal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Glossopharyngeal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Glossopharyngeal Nerve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Glossopharyngeal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Glossopharyngeal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00UP4KZ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Glossopharyngeal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00UQ0JZ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Vagus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00UQ0KZ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Vagus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00UQ3JZ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Vagus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00UQ3KZ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Vagus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00UQ4JZ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Vagus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00UQ4KZ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Vagus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Accessory Nerve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00UR3JZ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00UR3KZ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Accessory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00US0JZ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Hypoglossal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00US0KZ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Hypoglossal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00US3JZ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Hypoglossal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00US3KZ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Hypoglossal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00US4JZ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Hypoglossal Nerve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00US4KZ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Hypoglossal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Brain,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Brain,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Brain,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Cerebral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Other Device in Cerebral Ventricle,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Cerebral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00WE0YZ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Cranial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00WE3YZ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Cranial Nerve,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00WE4YZ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Cranial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Canal,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Canal,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00WU4YZ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Canal,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00WV4YZ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Spinal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Peripheral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Peripheral Nerve,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into Peripheral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Peripheral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Peripheral Nerve,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Peripheral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01R107Z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01R147Z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Cervical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Phrenic Nerve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Phrenic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Phrenic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Phrenic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Phrenic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Phrenic Nerve with Nonautologous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Ulnar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Ulnar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Ulnar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Ulnar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Ulnar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01R44KZ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Ulnar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Median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Median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Median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Median Nerve with 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Median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01R54KZ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Median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Radial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Radial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Radial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Radial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Radial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Radial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01R807Z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Thoracic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01R80JZ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Thoracic Nerve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01R80KZ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Thoracic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01R847Z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Thoracic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01R84JZ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Thoracic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01R84KZ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Thoracic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01RB07Z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Lumbar Nerve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01RB0JZ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Lumbar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01RB0KZ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Lumbar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01RB47Z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Lumbar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01RB4JZ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Lumbar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01RB4KZ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Lumbar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01RC07Z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Pudendal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01RC0JZ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Pudendal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01RC0KZ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Pudendal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01RC47Z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Pudendal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01RC4JZ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Pudendal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01RC4KZ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Pudendal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Femoral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Femoral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Femoral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Femoral Nerve with 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Femoral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01RD4KZ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Femoral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Sciatic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Sciatic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Sciatic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Sciatic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Sciatic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Sciatic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01RG07Z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Tibial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Tibial Nerve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Tibial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01RG47Z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Tibial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Tibial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Tibial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01RH07Z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Peroneal Nerve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Peroneal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Peroneal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01RH47Z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Peroneal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Peroneal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Peroneal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01RR07Z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Sacral Nerve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Sacral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Sacral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01RR47Z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Sacral Nerve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Sacral Nerve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01RR4KZ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Sacral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Cervical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Cervical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Cervical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Cervical Nerve with Nonautologous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Cervical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Cervical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01U23JZ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01U23KZ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Phrenic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01U40JZ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01U40KZ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01U43JZ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01U43KZ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01U44JZ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01U44KZ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Ulnar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01U50JZ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Median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01U50KZ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Median Nerve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01U53JZ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Median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01U53KZ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Median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01U54JZ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Median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01U54KZ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Median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Radial Nerve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Radial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01U63JZ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Radial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01U63KZ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Radial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Radial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Radial Nerve with Nonautologous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01U80JZ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01U80KZ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01U83JZ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01U83KZ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01U84JZ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01U84KZ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Thoracic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01UB0JZ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Lumbar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01UB0KZ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Lumbar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01UB3JZ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Lumbar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01UB3KZ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Lumbar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01UB4JZ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Lumbar Nerve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01UB4KZ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Lumbar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01UC0JZ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Pudendal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01UC0KZ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Pudendal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01UC3JZ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Pudendal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01UC3KZ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Pudendal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01UC4JZ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Pudendal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01UC4KZ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Pudendal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Femoral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Femoral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Femoral Nerve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Femoral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Femoral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01UD4KZ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Femoral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Sciatic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Sciatic Nerve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Sciatic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Sciatic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Sciatic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Sciatic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Tibial Nerve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Tibial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01UG3JZ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Tibial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01UG3KZ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Tibial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Tibial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Tibial Nerve with Nonautologous Tissue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01UH3JZ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01UH3KZ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Peroneal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01UR3JZ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01UR3KZ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01UR4JZ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01UR4KZ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Sacral Nerve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Peripheral Nerve,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Peripheral Nerve,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Peripheral Nerve,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02163Z7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Atrium to Left Atrium,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021W0JG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Thoracic Aorta, Descending to Axillary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021W0JH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Thoracic Aorta, Descending to Brachial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021W0KG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Thoracic Aorta, Descending to Axillary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021W0KH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Thoracic Aorta, Descending to Brachial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027L04Z*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 with Drug-eluting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027L0DZ*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027L34Z*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 with Drug-eluting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027L3DZ*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027L44Z*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Dilation of Left Ventricle with Drug-eluting Intraluminal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027L4DZ*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027L4ZZ*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Coronary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Coronary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Coronary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into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Atrium,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Atrium,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Atrium,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02H70YZ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Atrium,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02H73YZ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Atrium,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02H74YZ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Atrium,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02HA0RJ*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Short-term External Heart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Assist System into Heart, Intraoperative,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Heart,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02HA3RJ*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Short-term External Heart Assist System into Heart, Intraoperative,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Heart,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02HA4RJ*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Short-term External Heart Assist System into Heart, Intraoperative,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02HA4YZ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02HK0YZ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260,261,262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260,261,262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260,261,262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Ventricle,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Ventricle,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Ventricle,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02HN0YZ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Pericardium,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02HN3YZ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Pericardium,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02HN4YZ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Pericardium,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02HP0YZ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Pulmonary Trunk,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02HP3YZ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Pulmonary Trunk,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02HP4YZ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into Pulmonary Trunk,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02HQ0YZ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02HQ3YZ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02HQ4YZ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02HR0YZ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02HR3YZ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02HR4YZ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Pulmonary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02HT3YZ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02HT4YZ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Pulmonary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Superior Vena Cava,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Superior Vena Cava,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02HV4YZ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Superior Vena Cava,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02HW0YZ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into Thoracic Aorta,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Descending,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02HW3YZ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Thoracic Aorta, Descending,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02HW4YZ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Thoracic Aorta, Descending,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02LP0CZ*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 with Extraluminal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02LP0DZ*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02LP3CZ*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Occlusion of Pulmonary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Trunk with Extraluminal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02LP3DZ*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02LP4CZ*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 with Extraluminal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02LP4DZ*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Pulmonary Trunk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02LP4ZZ*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Occlusion of Pulmonary Trunk,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02LQ0CZ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 with Extraluminal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02LQ0DZ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02LQ3CZ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 with Extraluminal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02LQ3DZ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Occlusion of Right Pulmonary Artery with Intraluminal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02LQ4CZ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 with Extraluminal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02LQ4DZ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02LQ4ZZ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02LR0CZ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Occlusion of Left Pulmonary Artery with Extraluminal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02LR0DZ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02LR3CZ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 with Extraluminal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02LR3DZ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02LR4CZ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Occlusion of Left Pulmonary Artery with Extraluminal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02LR4DZ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02LR4ZZ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02LW3DJ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Thoracic Aorta, Descending with Intraluminal Device, Temporary,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02N00ZZ*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One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02N03ZZ*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Release Coronary Artery, One Artery,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02N04ZZ*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One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02N10ZZ*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Two Arteries,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02N13ZZ*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Two Arteries,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02N14ZZ*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Two Arteries,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02N20ZZ*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Three Arteries,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02N23ZZ*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Release Coronary Artery, Three Arteries,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02N24ZZ*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Three Arteries,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02N30ZZ*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Four or More Arteries,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02N33ZZ*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Four or More Arteries,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02N34ZZ*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Coronary Artery, Four or More Arteries,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02PA0RS*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Biventricular Short-term External Heart Assist System from Heart,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Other Device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from Heart,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02PA3RS*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Biventricular Short-term External Heart Assist System from Heart,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Heart,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02PA4RS*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Biventricular Short-term External Heart Assist System from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02PA4YZ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Great Vessel,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Great Vessel,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Great Vessel,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02RJ37H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Autologous Tissue Substitute, Transapical,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02RJ38H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Zooplastic Tissue, Transapical,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02RJ38Z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Zooplastic Tissue,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02RJ3JH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Synthetic Substitute, Transapical,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02RJ3KH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Nonautologous Tissue Substitute, Transapical,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02RJ3KZ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Tricuspid Valve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266,267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02VG0ZZ*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Mitral Valve,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02VG3ZZ*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Mitral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02VG4ZZ*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Mitral Valve,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02WA0RS*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Biventricular Short-term External Heart Assist System in Heart,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Heart,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02WA3RS*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Biventricular Short-term External Heart Assist System in Heart,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Heart,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02WA4RS*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Biventricular Short-term External Heart Assist System in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02WAXRS*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Biventricular Short-term External Heart Assist System in Heart,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02WF37Z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Aortic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02WF38Z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Zooplastic Tissue in Aortic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02WF3JZ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Aortic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02WF3KZ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Aortic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02WG37Z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Mitral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02WG38Z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Zooplastic Tissue in Mitral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02WG3JZ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Mitral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02WG3KZ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Nonautologous Tissue Substitute in Mitral Valve,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02WH37Z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Pulmonary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02WH38Z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Zooplastic Tissue in Pulmonary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02WH3JZ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Pulmonary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02WH3KZ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Pulmonary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02WJ37Z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Autologous Tissue Substitute in Tricuspid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02WJ38Z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Zooplastic Tissue in Tricuspid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02WJ3JZ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Tricuspid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02WJ3KZ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Tricuspid Valve,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216,217,218,219,220,221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Great Vessel,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Great Vessel,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Other Device in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Great Vessel,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031509V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Axillary Artery to Superior Vena Cava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03150AV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Axillary Artery to Superior Vena Cava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03150JV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Axillary Artery to Superior Vena Cava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03150KV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Axillary Artery to Superior Vena Cava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03150ZV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Right Axillary Artery to Superior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Vena Cava,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031609V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Axillary Artery to Superior Vena Cava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03160AV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Axillary Artery to Superior Vena Cava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03160JV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Axillary Artery to Superior Vena Cava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03160KV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Axillary Artery to Superior Vena Cava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03160ZV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Left Axillary Artery to Superior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Vena Cava,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031709V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Brachial Artery to Superior Vena Cava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03170AV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Brachial Artery to Superior Vena Cava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03170JV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Brachial Artery to Superior Vena Cava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03170KV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Brachial Artery to Superior Vena Cava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03170ZV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Brachial Artery to Superior Vena Cava,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031809V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Brachial Artery to Superior Vena Cava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03180AV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Brachial Artery to Superior Vena Cava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03180JV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Brachial Artery to Superior Vena Cava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03180KV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Brachial Artery to Superior Vena Cava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03180ZV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Brachial Artery to Superior Vena Cava,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031H09K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Common Carotid Artery to Left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031H0AK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Common Carotid Artery to Left Extracranial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031H0JK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Common Carotid Artery to Left Extracranial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031H0KK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Right Common Carotid Artery to Left Extracranial Artery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031H0ZK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Common Carotid Artery to Left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031J09J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Common Carotid Artery to Right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031J0AJ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Common Carotid Artery to Right Extracranial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031J0JJ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Common Carotid Artery to Right Extracranial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031J0KJ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Common Carotid Artery to Right Extracranial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031J0ZJ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Common Carotid Artery to Right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031K09K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Internal Carotid Artery to Left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031K0AK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Internal Carotid Artery to Left Extracranial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031K0JK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Right Internal Carotid Artery to Left Extracranial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031K0KK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Internal Carotid Artery to Left Extracranial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031K0ZK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Internal Carotid Artery to Left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031L09J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Internal Carotid Artery to Right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031L0AJ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Internal Carotid Artery to Right Extracranial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031L0JJ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Left Internal Carotid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Artery to Right Extracranial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031L0KJ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Internal Carotid Artery to Right Extracranial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031L0ZJ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Internal Carotid Artery to Right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031M09K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External Carotid Artery to Left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031M0AK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Right External Carotid Artery to Left Extracranial Artery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031M0JK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External Carotid Artery to Left Extracranial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031M0KK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External Carotid Artery to Left Extracranial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031M0ZK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External Carotid Artery to Left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031N09J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External Carotid Artery to Right Extracranial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031N0AJ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External Carotid Artery to Right Extracranial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031N0JJ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External Carotid Artery to Right Extracranial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031N0KJ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External Carotid Artery to Right Extracranial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031N0ZJ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External Carotid Artery to Right Extracranial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Other Device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into Upper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Other Device in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Upper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0413093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0413094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0413095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04130A3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Hepatic Artery 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Renal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04130A4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04130A5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04130J3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04130J4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04130J5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Hepatic Artery to Bilateral Renal Artery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04130K3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04130K4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04130K5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04130Z3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04130Z4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04130Z5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0413493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0413494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0413495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04134A3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Hepatic Artery to Right Renal Artery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04134A4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04134A5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04134J3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04134J4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Hepatic Artery to Left Renal Artery with Synthetic Substitute,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04134J5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04134K3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04134K4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04134K5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Hepatic Artery to Bilateral Renal Artery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04134Z3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Right Renal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04134Z4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Left Renal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04134Z5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Hepatic Artery to Bilateral Renal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041T0ZS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Foot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041T4ZS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Peroneal Artery to Lower Extremity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041U0ZS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Foot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041U4ZS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Peroneal Artery to Lower Extremity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041V0ZS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Foot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041V4ZS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Right Foot Artery to Lower Extremity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041W0ZS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041W49P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041W49Q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041W49S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041W4AP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041W4AQ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041W4AS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041W4JP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041W4JQ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041W4JS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041W4KP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041W4KQ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041W4KS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041W4ZP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Foot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041W4ZQ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041W4ZS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Left Foot Artery to Lower Extremity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04704Z1*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Abdominal Aorta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04714Z1*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Celiac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04724Z1*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Gastric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04734Z1*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Hepatic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04744Z1*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Splenic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04754Z1*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Superior Mesenteric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04764Z1*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Colic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04774Z1*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Colic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04784Z1*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Middle Colic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04794Z1*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Renal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047A4Z1*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Renal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047B4Z1*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Inferior Mesenteric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047C4Z1*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Common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047D4Z1*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Common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047E4Z1*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Internal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047F4Z1*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Internal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047H4Z1*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External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047J4Z1*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External Iliac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047P4Z1*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Anterior Tibial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047Q4Z1*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Anterior Tibial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047R4Z1*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Posterior Tibial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047S4Z1*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Posterior Tibial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047T4Z1*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Peroneal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047U4Z1*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Peroneal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047V4Z1*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Right Foot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047W4Z1*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Left Foot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047Y041*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Drug-eluting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047Y0D1*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Intraluminal Device,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047Y0Z1*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using Drug-Coated Balloon,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047Y341*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Drug-eluting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047Y3D1*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Intraluminal Device,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047Y3Z1*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using Drug-Coated Balloon,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037,038,039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047Y441*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Drug-eluting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047Y4D1*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with Intraluminal Device,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047Y4Z1*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Lower Artery using Drug-Coated Balloon,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04L03DJ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Abdominal Aorta with Intraluminal Device, Temporary,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Artery,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061007P*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061007Q*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061007R*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061009P*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061009Q*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061009R*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Venous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06100AP*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06100AQ*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06100AR*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Arterial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06100JP*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06100JQ*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06100JR*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06100KP*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06100KQ*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06100KR*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06100ZP*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06100ZQ*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06100ZR*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061047P*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061047Q*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061047R*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061049P*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061049Q*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061049R*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Venous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06104AP*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06104AQ*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06104AR*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Autologous Arterial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06104JP*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06104JQ*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06104JR*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06104KP*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06104KQ*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06104KR*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06104ZP*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Pulmonary Trunk,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06104ZQ*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Right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06104ZR*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Inferior Vena Cava to Left Pulmonary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228,229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06183J4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Portal Vein to Hepatic Vein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06183JY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Portal Vein to Lower Vein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06184J4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Portal Vein to Hepatic Vein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06L37CZ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 with Extraluminal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06L37DZ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 with Intraluminal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06L38ZZ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Esophageal Vein,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Vein,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Vein,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Vein,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079080Z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Head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07908ZX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Head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Head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079180Z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Neck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07918ZX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Neck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Neck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079280Z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Neck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07928ZX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Neck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Neck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079380Z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Upper Extremity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07938ZX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Upper Extremity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07938ZZ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Upper Extremity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079480Z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Upper Extremity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Upper Extremity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Upper Extremity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079580Z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Axillary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Axillary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Axillary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079680Z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Axillary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Axillary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Axillary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079780Z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Thorax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Thorax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Thorax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079880Z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Internal Mammary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07988ZX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Internal Mammary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07988ZZ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Internal Mammary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079980Z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Internal Mammary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Internal Mammary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Internal Mammary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079B80Z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Mesenteric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Mesenteric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Mesenteric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079C80Z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Pelvis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Pelvis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Pelvis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079D80Z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Aortic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079D8ZX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Aortic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Aortic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079F80Z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Lower Extremity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079F8ZX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Lower Extremity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Lower Extremity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079G80Z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Lower Extremity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Lower Extremity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Lower Extremity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079H80Z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Inguinal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079H8ZX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Inguinal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Inguinal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079J80Z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Inguinal Lymphatic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079J8ZX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Inguinal Lymphatic,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Inguinal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079K80Z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Thoracic Duct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Thoracic Duct,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Thoracic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079L80Z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Cisterna Chyli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079L8ZX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Cisterna Chyli, Via Natural or Artificial Opening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079L8ZZ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Cisterna Chyli,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07D03ZX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Head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07D04ZX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Head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07D08ZX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Head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07D13ZX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Neck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07D14ZX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Neck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07D18ZX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Neck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07D23ZX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Neck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07D24ZX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Neck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07D28ZX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Neck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07D33ZX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Extremity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07D34ZX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Extremity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07D38ZX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Extremity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07D43ZX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Extremity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07D44ZX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Extremity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Extremity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07D53ZX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Axillary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07D54ZX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Axillary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Axillary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07D63ZX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Axillary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07D64ZX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Axillary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Axillary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07D73ZX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Thorax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07D74ZX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Thorax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Thorax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07D83ZX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Internal Mammary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07D84ZX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Internal Mammary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07D88ZX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Internal Mammary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07D93ZX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Internal Mammary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07D94ZX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Internal Mammary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Internal Mammary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07DB3ZX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Mesenteric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07DB4ZX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Mesenteric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Mesenteric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07DC3ZX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Pelvis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07DC4ZX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Pelvis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Pelvis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07DD3ZX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Aortic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07DD4ZX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Aortic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07DD8ZX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Aortic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07DF3ZX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Extremity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07DF4ZX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Extremity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07DF8ZX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Extremity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07DG3ZX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Extremity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07DG4ZX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Extremity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Extremity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07DH3ZX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Inguinal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07DH4ZX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Inguinal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07DH8ZX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Inguinal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07DJ3ZX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Inguinal Lymphatic,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07DJ4ZX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Inguinal Lymphatic,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07DJ8ZX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Inguinal Lymphatic,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07DK3ZX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Thoracic Duct,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07DK4ZX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Thoracic Duct,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Thoracic Duct,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07DL3ZX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Cisterna Chyli,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07DL4ZX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Cisterna Chyli,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07DL8ZX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Cisterna Chyli,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07DM3ZX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Thymus,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07DM4ZX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Thymus,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07DP3ZX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Spleen,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07DP4ZX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Spleen,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Thoracic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Thoracic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Thoracic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Cisterna Chyli,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Cisterna Chyli,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Cisterna Chyli,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Thymus,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Thymus,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Thymus,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07HN0YZ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Lymphatic,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07HN3YZ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Lymphatic,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07HN4YZ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Lymphatic,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07HP0YZ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Spleen,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799,800,801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07HP3YZ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Spleen,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07HP4YZ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Spleen,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07JN8ZZ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Lymphatic,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Thoracic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Thoracic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Thoracic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Cisterna Chyli,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Cisterna Chyli,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Cisterna Chyli,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Thymus,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Thymus,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Thymus,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07PN0YZ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Lymphatic,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07PN3YZ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Lymphatic,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07PN4YZ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Lymphatic,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07PP0YZ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Spleen,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799,800,801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07PP3YZ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Spleen,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07PP4YZ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Spleen,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Head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Neck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Neck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07Q38ZZ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Upper Extremity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Upper Extremity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Axillary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Axillary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Thorax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07Q88ZZ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Internal Mammary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Internal Mammary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Mesenteric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Pelvis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Aortic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Lower Extremity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Lower Extremity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Inguinal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Inguinal Lymphatic,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Thoracic Duct,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07QL8ZZ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Cisterna Chyli, Via Natural or Artificial Opening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Thoracic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Thoracic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Thoracic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Cisterna Chyli,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Cisterna Chyli,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Cisterna Chyli,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Thymus,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Thymus,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Thymus,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07WN0YZ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Lymphatic,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07WN3YZ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Lymphatic,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07WN4YZ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Lymphatic,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07WP0YZ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Spleen,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799,800,801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07WP3YZ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Spleen,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07WP4YZ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Spleen,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116,117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08H10YZ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116,117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08H13YZ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08H17YZ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08H18YZ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08P10YZ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08P13YZ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08P17YZ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08P18YZ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08PJ3YZ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Extraocular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Extraocular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Extraocular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08PM3YZ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Extraocular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08W10YZ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Eye,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08W13YZ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Eye,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08W17YZ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Eye,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08W18YZ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Eye,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08WJ3YZ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Extraocular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Extraocular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Extraocular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08WM3YZ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Extraocular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095X8ZZ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099X8ZZ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Middle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Middle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Auditory Ossicle,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09BA8ZX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Auditory Ossicle,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Mastoid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Mastoid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09BD8ZX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Inner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09BE8ZX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Inner Ear,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09BM8ZX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Nasal Septum,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Accessory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09BQ8ZX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Maxillary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09BR8ZX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Maxillary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09BS8ZX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Frontal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09BT8ZX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Frontal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09BU8ZX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Ethmoid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09BV8ZX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Ethmoid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09BW8ZX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Sphenoid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09BX8ZX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Sphenoid Sinus,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09BX8ZZ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09CX8ZZ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129,130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09HJ0YZ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129,130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09HJ3YZ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09HJ4YZ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09HJ7YZ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09HJ8YZ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Nasal Mucosa and Soft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Nasal Mucosa and Soft Tissue,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Nasal Mucosa and Soft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Nasal Mucosa and Soft Tissue,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Sinus,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Sinus,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Sinus,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09HY8YZ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09JD8ZZ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09JE8ZZ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09JK8ZZ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09JY8ZZ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09NX8ZZ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09PJ0YZ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09PJ3YZ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09PJ4YZ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09PJ7YZ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09PJ8YZ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Nasal Mucosa and Soft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Nasal Mucosa and Soft Tissue,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Nasal Mucosa and Soft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Nasal Mucosa and Soft Tissue,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Sinus,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Sinus,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Sinus,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09PY8YZ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09QX8ZZ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Middle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09TA8ZZ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Auditory Ossicle,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Mastoid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09TD8ZZ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Inner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09TM8ZZ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Nasal Septum,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Accessory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09TR8ZZ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Maxillary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09TS8ZZ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09TT8ZZ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Frontal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09TU8ZZ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09TV8ZZ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Ethmoid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09TW8ZZ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Right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09TX8ZZ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Sphenoid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09U587Z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Ear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09U58JZ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Ear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09U58KZ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Ear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09U687Z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Middle Ear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09U68JZ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Middle Ear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09U68KZ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Middle Ear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09U987Z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Auditory Ossicle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09U98JZ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Auditory Ossicle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09U98KZ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Auditory Ossicle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09UA87Z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Auditory Ossicle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09UA8JZ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Auditory Ossicle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09UA8KZ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Auditory Ossicle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09UD87Z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Inner Ear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09UD8JZ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Inner Ear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09UD8KZ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Inner Ear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09UE87Z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Inner Ear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09UE8JZ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Inner Ear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09UE8KZ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Inner Ear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09UK87Z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09UK8JZ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09UK8KZ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09UM87Z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Septum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09UM8JZ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Septum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09UM8KZ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Nasal Septum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09WJ0YZ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Ear,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09WJ3YZ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Ear,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09WJ4YZ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Ear,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09WJ7YZ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Ear,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09WJ8YZ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Ear,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Nasal Mucosa and Soft Tissue,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Nasal Mucosa and Soft Tissue,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Nasal Mucosa and Soft Tissue,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Nasal Mucosa and Soft Tissue,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Nasal Mucosa and Soft Tissue,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Sinus,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135,136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Sinus,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Sinus,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Sinus,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09WY8YZ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Sinus,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0B5T0ZZ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0B5T3ZZ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0B5T4ZZ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0B9N80Z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Pleura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0B9N8ZX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Pleura,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0B9P80Z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Pleura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Pleura,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0B9T00Z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 with Drainage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0B9T30Z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 with Drainage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0B9T40Z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 with Drainage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0B9T4ZZ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0BBN8ZX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Pleura,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Pleura,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0BBT4ZZ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0BCT0ZZ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0BCT3ZZ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0BCT4ZZ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0BD14ZX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Trachea,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0BD18ZX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Trachea,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0BD24ZX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Carina,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0BD28ZX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Carina,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0BD34ZX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Main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0BD38ZX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Main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0BD44ZX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Lobe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Lobe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0BD54ZX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Middle Lobe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Middle Lobe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0BD64ZX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Lobe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Lobe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0BD74ZX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Main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Main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0BD84ZX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Lobe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0BD88ZX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Lobe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0BD94ZX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Lingula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Lingula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0BDB4ZX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Lobe Bronchus,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Lobe Bronchus,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0BDC4ZX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Lung Lobe,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Lung Lobe,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0BDD4ZX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Middle Lung Lobe,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0BDD8ZX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Middle Lung Lobe,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0BDF4ZX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Lung Lobe,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0BDF8ZX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Lung Lobe,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0BDG4ZX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Lung Lobe,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Lung Lobe,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0BDH4ZX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Lung Lingula,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0BDH8ZX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Lung Lingula,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0BDJ4ZX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Lung Lobe,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0BDJ8ZX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Lung Lobe,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0BDK4ZX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Lung,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Lung,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0BDL4ZX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Lung,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0BDL8ZX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Lung,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0BDM4ZX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Bilateral Lungs,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0BDM8ZX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Bilateral Lungs,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Tracheobronchial Tree,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Tracheobronchial Tree,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Tracheobronchial Tree,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Tracheobronchial Tree,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Tracheobronchial Tree,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0BH10YZ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0BH13YZ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0BH14YZ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0BH17YZ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0BH18YZ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Trachea,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0BHL7YZ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0BHL8YZ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0BHQ0YZ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Pleura,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0BHQ3YZ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Pleura,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0BHQ4YZ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Pleura,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0BHQ7YZ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Pleura,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0BHQ8YZ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0BHT02Z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0BHT0MZ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0BHT32Z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0BHT3MZ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0BHT42Z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0BHT4MZ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Diaphragm,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0BHT8YZ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Diaphragm,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0BMT0ZZ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Reattachment of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0BNT0ZZ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0BNT3ZZ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0BNT4ZZ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Tracheobronchial Tree,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Tracheobronchial Tree,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Tracheobronchial Tree,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Tracheobronchial Tree,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Tracheobronchial Tree,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0BPL7YZ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0BPL8YZ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0BPQ0YZ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Pleura,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0BPQ3YZ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Pleura,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0BPQ4YZ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Pleura,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0BPQ7YZ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Pleura,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0BPQ8YZ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0BPT4YZ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Diaphragm,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0BPT8YZ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Diaphragm,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0BQT0ZZ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0BQT3ZZ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0BQT4ZZ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Trachea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Carina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0BR34KZ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Main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0BR44KZ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Lobe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0BR54KZ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Middle Lobe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Lobe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0BR74KZ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Main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0BR84KZ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Lobe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0BR94KZ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Lingula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0BRB4KZ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Lobe Bronchus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0BRT4KZ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Diaphragm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0BST0ZZ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0BTT0ZZ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0BTT4ZZ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0BU187Z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Trachea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0BU18JZ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Trachea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0BU18KZ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Trachea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0BU287Z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Carina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0BU28JZ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Carina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0BU28KZ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Carina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0BU387Z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Main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0BU38JZ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Main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0BU38KZ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Main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0BU487Z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Upper Lobe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0BU48JZ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Upper Lobe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0BU48KZ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Upper Lobe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0BU587Z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Lobe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0BU58JZ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Lobe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0BU58KZ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Middle Lobe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0BU687Z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Lower Lobe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0BU68JZ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Lower Lobe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0BU68KZ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Lower Lobe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0BU787Z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Main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0BU78JZ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Main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0BU78KZ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Main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0BU887Z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Upper Lobe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0BU88JZ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Upper Lobe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0BU88KZ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Upper Lobe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0BU987Z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Lingula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0BU98JZ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Lingula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0BU98KZ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Lingula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0BUB87Z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Lower Lobe Bronchus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0BUB8JZ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Lower Lobe Bronchus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0BUB8KZ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Lower Lobe Bronchus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0BUT4KZ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Diaphragm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Tracheobronchial Tree,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Tracheobronchial Tree,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Tracheobronchial Tree,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Tracheobronchial Tree,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Tracheobronchial Tree,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0BWK0YZ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0BWK3YZ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0BWK4YZ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0BWK7YZ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0BWK8YZ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0BWL0YZ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Lung,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0BWL3YZ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Lung,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0BWL4YZ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Lung,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0BWL7YZ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Lung,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0BWL8YZ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Lung,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0BWQ0YZ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Pleura,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0BWQ3YZ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Pleura,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0BWQ4YZ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Pleura,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0BWQ7YZ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Pleura,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0BWQ8YZ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Pleura,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Diaphragm,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Diaphragm,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0BWT4YZ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Diaphragm,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Diaphragm,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0BWT8YZ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Diaphragm,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Salivary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Salivary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0CHA7YZ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Salivary Gland,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0CHA8YZ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Salivary Gland,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Larynx,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Larynx,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Larynx,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Larynx,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Mouth and Throat,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Mouth and Throat,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Mouth and Throat,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0CHY8YZ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Mouth and Throat,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Salivary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Salivary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0CPA7YZ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Salivary Gland,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0CPA8YZ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Salivary Gland,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Larynx,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Larynx,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Larynx,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Larynx,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Mouth and Throat,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Mouth and Throat,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Mouth and Throat,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0CPY8YZ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Mouth and Throat,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0CWA0YZ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Salivary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0CWA3YZ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Salivary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0CWA7YZ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Salivary Gland,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0CWA8YZ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Salivary Gland,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Larynx,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Larynx,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Larynx,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Larynx,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Mouth and Throat,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Mouth and Throat,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0CWY7YZ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Mouth and Throat,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0CWY8YZ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Mouth and Throat,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0D5U0ZZ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0D5U3ZZ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0D5U4ZZ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0D9U00Z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 with Drainage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0D9U30Z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 with Drainage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0D9U40Z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 with Drainage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0D9U4ZZ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0DBGFZZ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Large Intestine,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347,348,349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0DBLFZZ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Transverse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347,348,349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0DBMFZZ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Descending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347,348,349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0DBNFZZ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Sigmoid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347,348,349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0DBU4ZZ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0DCU0ZZ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0DCU3ZZ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0DCU4ZZ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0DD13ZX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Upper Esophagus,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0DD14ZX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Upper Esophagus,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0DD18ZX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Upper Esophagus,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0DD23ZX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Middle Esophagus,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0DD24ZX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Middle Esophagus,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0DD28ZX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Middle Esophagus,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0DD33ZX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Lower Esophagus,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0DD34ZX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Lower Esophagus,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0DD38ZX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Lower Esophagus,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0DD43ZX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Esophagogastric Junction,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0DD44ZX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Esophagogastric Junction,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Esophagogastric Junction,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0DD53ZX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0DD54ZX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0DD58ZX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Esophagus,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0DD63ZX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0DD64ZX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0DD68ZX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0DD73ZX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Pylorus,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0DD74ZX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Pylorus,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Stomach, Pylorus,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0DD83ZX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Small Intestine,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0DD84ZX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Small Intestine,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0DD88ZX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Small Intestine,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0DD93ZX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Duodenum,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0DD94ZX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Duodenum,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0DD98ZX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Duodenum,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0DDA3ZX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Jejunum,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0DDA4ZX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Jejunum,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0DDA8ZX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Jejunum,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0DDB3ZX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0DDB4ZX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0DDB8ZX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0DDC3ZX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Ileocecal Valve,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0DDC4ZX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Ileocecal Valve,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0DDC8ZX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Ileocecal Valve,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0DDE3ZX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Large Intestine,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0DDE4ZX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Large Intestine,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0DDE8ZX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Large Intestine,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0DDF3ZX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Large Intestine,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0DDF4ZX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Large Intestine,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0DDF8ZX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Large Intestine,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0DDG3ZX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Large Intestine,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0DDG4ZX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Large Intestine,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Large Intestine,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0DDH3ZX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Cecum,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0DDH4ZX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Cecum,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0DDH8ZX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Cecum,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0DDJ3ZX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Appendix,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338,339,340,341,342,343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0DDJ4ZX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Appendix,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338,339,340,341,342,343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0DDJ8ZX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Appendix,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338,339,340,341,342,343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0DDK3ZX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Ascending Colon,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0DDK4ZX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Ascending Colon,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Ascending Colon,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0DDL3ZX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Transverse Colon,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0DDL4ZX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Transverse Colon,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0DDL8ZX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Transverse Colon,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0DDM3ZX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Descending Colon,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0DDM4ZX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Descending Colon,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0DDM8ZX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Descending Colon,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0DDN3ZX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Sigmoid Colon,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0DDN4ZX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Sigmoid Colon,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0DDN8ZX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Sigmoid Colon,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0DDP3ZX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Rectum,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0DDP4ZX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Rectum,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Rectum,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0DDQ3ZX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Anus,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0DDQ4ZX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Anus,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0DDQ8ZX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Anus,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0DDQXZX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Anus, External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Esophagus,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Esophagus,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Esophagus,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Esophagus,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Esophagus,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Stomach,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Stomach,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Stomach,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0DH67YZ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Stomach,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0DH68YZ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Stomach,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0DHD8YZ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0DNU0ZZ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0DNU3ZZ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0DNU4ZZ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344,345,346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Esophagus,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Esophagus,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Esophagus,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Esophagus,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Esophagus,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Stomach,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Stomach,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Stomach,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0DP67YZ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Stomach,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0DP68YZ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Stomach,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344,345,346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0DPD8YZ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0DQU0ZZ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0DQU3ZZ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Omentum,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0DQU4ZZ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0DRU4KZ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Omentum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0DS80ZZ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Small Intestine,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0DS84ZZ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Small Intestine,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0DS87ZZ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Small Intestine,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0DS88ZZ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Small Intestine,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0DSE0ZZ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Large Intestine,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0DSE4ZZ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Large Intestine,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0DSE7ZZ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Large Intestine,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0DSE8ZZ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Large Intestine,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0DTGFZZ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Left Large Intestine,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0DTLFZZ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Transverse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0DTMFZZ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Descending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0DTNFZZ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Sigmoid Colon,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329,330,331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0DTU0ZZ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Omentum,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0DTU4ZZ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Omentum,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0DUU4KZ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Omentum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344,345,346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0DW07YZ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0DW08YZ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Esophagus,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Esophagus,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Esophagus,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Esophagus,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Esophagus,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0DW60YZ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Stomach,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0DW63YZ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Stomach,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0DW64YZ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Stomach,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0DW67YZ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Stomach,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0DW68YZ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Stomach,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Intestinal Tract,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344,345,346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Intestinal Tract,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Intestinal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Intestinal Tract,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0DWD8YZ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Intestinal Tract,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Duodenum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Stomach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Right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Left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Caudate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Cystic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Common Bile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0F170DB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Small Intestine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Duodenum,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Stomach,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Right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Left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Caudate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Cystic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Common Bile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0F170ZB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Small Intestine,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Duodenum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Stomach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Right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Left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Caudate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Cystic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Common Bile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0F174DB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Small Intestine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Duodenum,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0F174Z4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Stomach,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Right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Left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Caudate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Cystic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Common Bile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0F174ZB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Bypass Common Hepatic Duct to Small Intestine,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408,409,410,411,412,413,417,418,419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0F5G8ZZ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0F770DZ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0F773DZ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0F774DZ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0F777DZ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 with Intraluminal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0F778ZZ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Dilation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0F9480Z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Gallbladder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Gallbladder,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0F9700Z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 with Drainage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0F9730Z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 with Drainage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0F9740Z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 with Drainage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0F9770Z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 with Drainage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0F9G80Z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Pancreas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Pancreas,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0F9G8ZZ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Gallbladder,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408,409,410,411,412,413,417,418,419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0FB70ZX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0FB73ZX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0FB74ZX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0FB77ZX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Via Natural or Artificial Opening,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Pancreas,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0FBG8ZZ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0FCG8ZZ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0FF7XZZ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Fragmentation in Common Hepatic Duct,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Liver,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Liver,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Liver,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Gallbladder,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Gallbladder,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Gallbladder,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Hepatobiliary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Hepatobiliary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Hepatobiliary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Hepatobiliary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Hepatobiliary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0FHG0YZ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0FHG3YZ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0FHG4YZ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Pancreas,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0FJ48ZZ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0FJG8ZZ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0FL70CZ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Extraluminal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0FL70DZ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0FL73CZ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Extraluminal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0FL73DZ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0FL74CZ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Extraluminal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0FL74DZ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0FL77DZ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Intraluminal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0FL78ZZ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0FM70ZZ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Reattachment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0FM74ZZ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Reattachment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0FNG8ZZ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Liver,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Liver,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Liver,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Gallbladder,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Gallbladder,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Gallbladder,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Hepatobiliary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Hepatobiliary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Hepatobiliary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Hepatobiliary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Hepatobiliary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0FPG0YZ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0FPG3YZ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0FPG4YZ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Pancreas,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Gallbladder,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0FQG8ZZ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Pancreas,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0FR587Z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0FR58JZ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0FR58KZ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0FR687Z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0FR68JZ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0FR68KZ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0FR78KZ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0FR887Z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Cystic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0FR88JZ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Cystic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0FR88KZ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Cystic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0FR987Z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Bile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0FR98JZ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Bile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0FR98KZ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Common Bile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0FRC87Z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Ampulla of Vater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0FRC8JZ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Ampulla of Vater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0FRC8KZ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Ampulla of Vater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0FRD87Z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Pancreatic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0FRD8JZ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Pancreatic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0FRD8KZ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Pancreatic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0FRF87Z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Pancreatic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0FRF8JZ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Pancreatic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0FRF8KZ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Accessory Pancreatic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0FS70ZZ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0FS74ZZ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0FT70ZZ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0FT74ZZ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0FT77ZZ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0FT78ZZ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0FU587Z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0FU58JZ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0FU58KZ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0FU687Z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0FU68JZ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0FU68KZ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0FU737Z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0FU73JZ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Synthetic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0FU73KZ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Nonautologous Tissue Substitute,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0FU78KZ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Hepatic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0FU887Z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Cystic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0FU88JZ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Cystic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0FU88KZ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Cystic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0FU987Z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Bile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0FU98JZ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Bile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0FU98KZ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Common Bile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0FUC87Z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Ampulla of Vater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0FUC8JZ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Ampulla of Vater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0FUC8KZ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Ampulla of Vater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0FUD87Z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Pancreatic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0FUD8JZ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Pancreatic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0FUD8KZ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Pancreatic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0FUF87Z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Pancreatic Duct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0FUF8JZ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Pancreatic Duct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0FUF8KZ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Accessory Pancreatic Duct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0FV70CZ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Extraluminal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0FV70DZ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Intraluminal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0FV73CZ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Extraluminal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0FV73DZ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Intraluminal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0FV73ZZ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0FV74CZ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Extraluminal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0FV74DZ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Intraluminal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0FV74ZZ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0FV77DZ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Intraluminal Device,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0FV78ZZ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Restriction of Common Hepatic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0FW00YZ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Liver,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0FW03YZ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Liver,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0FW04YZ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Liver,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Gallbladder,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Gallbladder,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Gallbladder,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Hepatobiliary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408,409,410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Hepatobiliary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Hepatobiliary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Hepatobiliary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Hepatobiliary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Pancreatic Duct,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Pancreatic Duct,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Pancreatic Duct,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Pancreatic Duct,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Pancreatic Duct,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0FWG0YZ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0FWG3YZ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0FWG4YZ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Pancreas,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0GBJ0ZX*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0GBJ3ZX*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0GBJ4ZX*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0GBJ4ZZ*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Thyroid Gland Isthmus,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0GHS0YZ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Endocrine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0GHS3YZ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Endocrine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0GHS4YZ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Endocrine Gland,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0GPS0YZ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Endocrine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0GPS3YZ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Endocrine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0GPS4YZ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Endocrine Gland,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0GTJ0ZZ*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Thyroid Gland Isthmus,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0GTJ4ZZ*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Thyroid Gland Isthmus,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625,626,627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0GWS0YZ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Endocrine Gland,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0GWS3YZ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Endocrine Gland,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0GWS4YZ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Endocrine Gland,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0HHPXYZ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Skin,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Right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0HHU7YZ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0HHU8YZ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Left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0HPPXYZ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Skin,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Right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0HPU7YZ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0HPU8YZ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Left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0HWPXYZ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Skin,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0HWT7YZ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0HWT8YZ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Right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0HWU0YZ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Breast,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0HWU3YZ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Breast,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0HWU7YZ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Breast,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0HWU8YZ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Left Breast,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Head and Neck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Head and Neck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Trunk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Trunk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0JHW0YZ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0JHW3YZ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Head and Neck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Head and Neck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Trunk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Trunk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0JPW0YZ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0JPW3YZ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Head and Neck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Head and Neck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0JWT0YZ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Trunk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260,261,262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0JWT3YZ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Trunk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0JWV0YZ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0JWV3YZ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0JWW0YZ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Extremity Subcutaneous Tissue and Fascia,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0JWW3YZ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Extremity Subcutaneous Tissue and Fascia,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0KD00ZZ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Head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0KD10ZZ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Facial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0KD20ZZ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Neck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0KD30ZZ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Neck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0KD40ZZ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Tongue, Palate, Pharynx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0KD50ZZ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Shoulder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Shoulder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Arm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0KD80ZZ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Arm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0KD90ZZ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Arm and Wrist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0KDB0ZZ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Arm and Wrist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0KDC0ZZ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Hand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0KDD0ZZ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Hand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0KDF0ZZ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Trunk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0KDG0ZZ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Trunk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0KDH0ZZ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Thorax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0KDJ0ZZ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Thorax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0KDK0ZZ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Abdomen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0KDL0ZZ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Abdomen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0KDM0ZZ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Perineum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0KDN0ZZ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Hip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0KDP0ZZ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Hip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Leg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Leg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0KDS0ZZ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Leg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Leg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0KDV0ZZ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Foot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0KDW0ZZ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Foot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0KR04KZ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Facial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Neck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0KR34KZ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Neck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0KR44KZ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Tongue, Palate, Pharynx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0KR54KZ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0KR74KZ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Arm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0KR84KZ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Arm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0KR94KZ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Arm and Wrist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0KRB4KZ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Arm and Wrist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0KRC4KZ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0KRD4KZ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Trunk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Trunk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Thorax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0KRJ4KZ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Thorax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0KRK4KZ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0KRL4KZ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0KRM4KZ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0KRN4KZ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0KRP4KZ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0KRQ4KZ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Leg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Leg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0KRS4KZ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Leg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0KRT4KZ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Leg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0KRV4KZ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0KRW4KZ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Muscle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Muscle,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Muscle,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Muscle,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0KXF0Z5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Latissimus Dorsi Myocutaneous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0KXF0Z7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Deep Inferior Epigastric Artery Perforator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0KXF0Z8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Superficial Inferior Epigastric Artery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0KXF0Z9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Gluteal Artery Perforator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0KXF4Z5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Latissimus Dorsi Myocutaneous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0KXF4Z7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Deep Inferior Epigastric Artery Perforator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0KXF4Z8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Superficial Inferior Epigastric Artery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0KXF4Z9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Right Trunk Muscle, Gluteal Artery Perforator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0KXG0Z5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Latissimus Dorsi Myocutaneous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0KXG0Z7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Deep Inferior Epigastric Artery Perforator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0KXG0Z8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Superficial Inferior Epigastric Artery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0KXG0Z9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Gluteal Artery Perforator Flap,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0KXG4Z5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Latissimus Dorsi Myocutaneous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0KXG4Z7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Deep Inferior Epigastric Artery Perforator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0KXG4Z8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Superficial Inferior Epigastric Artery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0KXG4Z9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Transfer Left Trunk Muscle, Gluteal Artery Perforator Flap,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582,583,584,585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0LD00ZZ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Head and Neck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0LD10ZZ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Shoulder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0LD20ZZ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Shoulder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0LD30ZZ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Arm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0LD40ZZ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Arm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0LD50ZZ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Arm and Wrist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Arm and Wrist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Hand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0LD80ZZ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Hand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0LD90ZZ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Trunk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0LDB0ZZ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Trunk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0LDC0ZZ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Thorax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0LDD0ZZ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Thorax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0LDF0ZZ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Abdomen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0LDG0ZZ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Abdomen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0LDH0ZZ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Perineum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0LDJ0ZZ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Hip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0LDK0ZZ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Hip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0LDL0ZZ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Leg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0LDM0ZZ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Leg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0LDN0ZZ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Leg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0LDP0ZZ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Leg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Knee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Knee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0LDS0ZZ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Ankle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Ankle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0LDV0ZZ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Foot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0LDW0ZZ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Foot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Tendon,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Tendon,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0LWY4YZ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Tendon,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Upper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0MHY4YZ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Lower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Upper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0MPY4YZ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Lower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0MR04KZ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Head and Neck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0MR14KZ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Shoulder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0MR24KZ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Shoulder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0MR34KZ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Elbow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0MR44KZ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Elbow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0MR54KZ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Wrist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0MR64KZ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Wrist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0MR74KZ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Hand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0MR84KZ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Hand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0MR94KZ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Upper Extremity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0MRB4KZ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Upper Extremity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0MRC4KZ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Upper Spine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0MRD4KZ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Lower Spine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0MRF4KZ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Sternum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0MRG4KZ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Rib(s)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0MRH4KZ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Abdomen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0MRJ4KZ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Abdomen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0MRK4KZ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Perineum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0MRL4KZ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0MRM4KZ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0MRN4KZ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0MRP4KZ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485,486,487,488,489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0MRQ4KZ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Ankle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0MRR4KZ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Ankle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0MRS4KZ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Foot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0MRT4KZ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Foot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0MRV4KZ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Lower Extremity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0MRW07Z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0MRW0JZ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0MRW0KZ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Nonautologous Tissue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0MRW47Z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0MRW4JZ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Synthetic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0MRW4KZ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Lower Extremity Bursa and Ligament with Nonautologous Tissue Substitute,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0MWX0YZ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0MWX3YZ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0MWX4YZ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Upper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0MWY0YZ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Bursa and Ligament,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0MWY3YZ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Bursa and Ligament,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0MWY4YZ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Lower Bursa and Ligament,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0ND00ZZ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Skull,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0ND10ZZ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Frontal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0ND30ZZ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Parietal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0ND40ZZ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Parietal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0ND50ZZ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Temporal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Temporal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Occipital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0NDB0ZZ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Nasal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0NDC0ZZ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Sphenoid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0NDF0ZZ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Ethmoid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0NDG0ZZ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Ethmoid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0NDH0ZZ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Lacrimal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0NDJ0ZZ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Lacrimal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0NDK0ZZ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Palatine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0NDL0ZZ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Palatine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0NDM0ZZ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Zygomatic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0NDN0ZZ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Zygomatic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0NDP0ZZ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Orbit,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Orbit,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Maxilla,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Mandible,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0NDV0ZZ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Mandible,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0NDX0ZZ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Hyoid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0PD00ZZ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Sternum,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0PD10ZZ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1 to 2 Ribs,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0PD20ZZ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3 or More Ribs,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0PD30ZZ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Cervical Vertebra,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0PD40ZZ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Thoracic Vertebra,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0PD50ZZ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Scapula,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Scapula,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Glenoid Cavity,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0PD80ZZ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Glenoid Cavity,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0PD90ZZ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Clavicle,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0PDB0ZZ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Clavicle,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0PDC0ZZ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Humeral Head,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0PDD0ZZ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Humeral Head,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0PDF0ZZ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Humeral Shaft,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0PDG0ZZ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Humeral Shaft,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0PDH0ZZ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Radius,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0PDJ0ZZ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Radius,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0PDK0ZZ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Ulna,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0PDL0ZZ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Ulna,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0PDM0ZZ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Carpal,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0PDN0ZZ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Carpal,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0PDP0ZZ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Metacarpal,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Metacarpal,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Thumb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0PDS0ZZ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Thumb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0PDT0ZZ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Finger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0PDV0ZZ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Finger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0QD00ZZ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Lumbar Vertebra,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0QD10ZZ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Sacrum,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0QD20ZZ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Pelvic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0QD30ZZ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Pelvic Bone,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0QD40ZZ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Acetabulum,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0QD50ZZ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Acetabulum,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0QD60ZZ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Upper Femur,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0QD70ZZ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Upper Femur,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0QD80ZZ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Femoral Shaft,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0QD90ZZ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Femoral Shaft,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0QDB0ZZ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Lower Femur,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0QDC0ZZ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Lower Femur,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0QDD0ZZ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Patella,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0QDF0ZZ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Patella,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0QDG0ZZ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Tibia,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0QDH0ZZ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Tibia,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0QDJ0ZZ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Fibula,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0QDK0ZZ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Fibula,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0QDL0ZZ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Tarsal,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0QDM0ZZ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Tarsal,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0QDN0ZZ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Metatarsal,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0QDP0ZZ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Metatarsal,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0QDQ0ZZ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Right Toe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0QDR0ZZ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Left Toe Phalanx,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0QDS0ZZ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Extraction of Coccyx,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0QSN042*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Internal Fixation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0QSN052*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External Fixation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0QSN0Z2*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0QSN342*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Internal Fixation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0QSN352*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External Fixation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0QSN3Z2*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0QSN442*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Internal Fixation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0QSN452*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with External Fixation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0QSN4Z2*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0QSNXZ2*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Metatarsal, Sesamoid Bone(s) 1st Toe,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0QSP042*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Internal Fixation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0QSP052*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External Fixation Device,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0QSP0Z2*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0QSP342*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Internal Fixation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0QSP352*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External Fixation Device,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0QSP3Z2*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0QSP442*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Internal Fixation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0QSP452*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with External Fixation Device,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0QSP4Z2*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0QSPXZ2*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Metatarsal, Sesamoid Bone(s) 1st Toe,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0SR9069*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Joint with Oxidized Zirconium on Polyethylene Synthetic Substitute, 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0SR906A*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Joint with Oxidized Zirconium on Polyethylene Synthetic Substitute, Uncemented,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0SR906Z*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Hip Joint with Oxidized Zirconium on Polyethylene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0SRB069*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Joint with Oxidized Zirconium on Polyethylene Synthetic Substitute, 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0SRB06A*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Joint with Oxidized Zirconium on Polyethylene Synthetic Substitute, Uncemented,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0SRB06Z*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Hip Joint with Oxidized Zirconium on Polyethylene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0SRC069*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Joint with Oxidized Zirconium on Polyethylene Synthetic Substitute, 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0SRC06A*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Joint with Oxidized Zirconium on Polyethylene Synthetic Substitute, Uncemented,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0SRC06Z*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Right Knee Joint with Oxidized Zirconium on Polyethylene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0SRD069*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Joint with Oxidized Zirconium on Polyethylene Synthetic Substitute, 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0SRD06A*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Joint with Oxidized Zirconium on Polyethylene Synthetic Substitute, Uncemented,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0SRD06Z*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Replacement of Left Knee Joint with Oxidized Zirconium on Polyethylene Synthetic Substitute,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461,462,466(1),467(1),468(1),469,470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628(1),629(1),630(1)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Kidney,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Kidney,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Kidney,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Kidney,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Kidney,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0TH90YZ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0TH93YZ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0TH94YZ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0TH97YZ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0TH98YZ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Bladder,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Urethra,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671,672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Urethra,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Urethra,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Urethra,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0THD8YZ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Urethra,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Kidney,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Kidney,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Kidney,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Kidney,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Kidney,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0TP90YZ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0TP93YZ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0TP94YZ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0TP97YZ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0TP98YZ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Bladder,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Urethra,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671,672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Urethra,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Urethra,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Urethra,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0TPD8YZ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Urethra,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0TW50YZ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Kidney,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0TW53YZ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Kidney,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0TW54YZ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Kidney,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0TW57YZ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Kidney,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0TW58YZ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Kidney,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0TW90YZ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0TW93YZ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0TW94YZ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0TW97YZ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0TW98YZ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656,657,658,659,660,661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0TWB0YZ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Bladder,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0TWB3YZ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Bladder,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0TWB4YZ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Bladder,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0TWB7YZ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Bladder,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0TWB8YZ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Bladder,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Urethra,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671,672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Urethra,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Urethra,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Urethra,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0TWD8YZ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Urethra,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0U508ZZ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0U518ZZ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0U528ZZ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0U548ZZ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0U9080Z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Ovary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0U908ZX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Ovary,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0U9180Z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Ovary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0U918ZX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Ovary,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0U9280Z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Bilateral Ovaries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0U928ZX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Bilateral Ovaries,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0U9480Z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Uterine Supporting Structure with Drainage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0U948ZX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Uterine Supporting Structure,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0U948ZZ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Drainage of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0UC08ZZ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0UC18ZZ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0UC28ZZ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0UC48ZZ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0UH30YZ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Ovary,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0UH33YZ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Ovary,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0UH34YZ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Ovary,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0UH37YZ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Ovary,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0UH38YZ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Fallopian Tube,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Fallopian Tube,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Fallopian Tube,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Fallopian Tube,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Fallopian Tube,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0UH90HZ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Contraceptive Device into Uterus,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Uterus and Cervix,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Uterus and Cervix,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Uterus and Cervix,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Uterus and Cervix,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Uterus and Cervix,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Vagina and Cul-de-sac,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746,747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774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Vagina and Cul-de-sac,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Vagina and Cul-de-sac,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Vagina and Cul-de-sac,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0UHH8YZ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Vagina and Cul-de-sac,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0UJ38ZZ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Inspection of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0UN08ZZ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0UN18ZZ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0UN28ZZ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0UN48ZZ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0UP30YZ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Ovary,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0UP33YZ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Ovary,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0UP34YZ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Ovary,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0UP37YZ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Ovary,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0UP38YZ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Fallopian Tube,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Fallopian Tube,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Fallopian Tube,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Fallopian Tube,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Fallopian Tube,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Uterus and Cervix,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767,768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Uterus and Cervix,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Uterus and Cervix,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Uterus and Cervix,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Uterus and Cervix,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Vagina and Cul-de-sac,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746,747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774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Vagina and Cul-de-sac,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Vagina and Cul-de-sac,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Vagina and Cul-de-sac,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0UPH8YZ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Vagina and Cul-de-sac,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0UQ08ZZ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0UQ18ZZ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0UQ28ZZ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0UQ48ZZ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0US08ZZ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0US18ZZ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0US28ZZ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Bilateral Ovaries,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0US48ZZ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Uterine Supporting Structure,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0US58ZZ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Fallopian Tube,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0US68ZZ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Fallopian Tube,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0US78ZZ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Bilateral Fallopian Tubes,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0US97ZZ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Uterus,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767,768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Uterus,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767,768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Cervix,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767,768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Cul-de-sac,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746,747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0USG7ZZ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Vagina,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0USG8ZZ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Vagina,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662,663,664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0UT90ZL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Uterus, Supracervical,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0UT94ZL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Uterus, Supracervical,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0UT97ZL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Uterus, Supracervical,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0UT98ZL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Uterus, Supracervical,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0UT9FZL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Resection of Uterus, Supracervical, Via Natural or Artificial Opening With Percutaneous Endoscopic Assistance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0UW30YZ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Ovary,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0UW33YZ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Ovary,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0UW34YZ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Ovary,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0UW37YZ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Ovary,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0UW38YZ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Ovary,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Fallopian Tube,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Fallopian Tube,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Fallopian Tube,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Fallopian Tube,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Fallopian Tube,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Uterus and Cervix,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736,737,738,739,740,741,742,743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767,768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Uterus and Cervix,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Uterus and Cervix,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Uterus and Cervix,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Uterus and Cervix,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0UWH0YZ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Vagina and Cul-de-sac,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746,747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774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0UWH3YZ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Vagina and Cul-de-sac,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0UWH4YZ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Vagina and Cul-de-sac,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0UWH7YZ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Vagina and Cul-de-sac,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0UWH8YZ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Vagina and Cul-de-sac,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Bilateral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Right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Left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0V5Q8ZZ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Destruction of Bilateral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0VBF8ZX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Spermatic Cord,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0VBG8ZX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Spermatic Cord,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0VBH8ZX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Spermatic Cords,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0VBJ8ZX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Epididymis,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0VBK8ZX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Epididymis,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0VBL8ZX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Epididymis,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0VBN8ZX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Vas Deferens,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Right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0VBP8ZX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Vas Deferens,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Left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0VBQ8ZX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Vas Deferens, Via Natural or Artificial Opening Endoscopic,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0VBQ8ZZ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Bilateral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Prostate and Seminal Vesicles,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Prostate and Seminal Vesicles,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Prostate and Seminal Vesicles,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0VH47YZ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Prostate and Seminal Vesicles,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0VH48YZ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Prostate and Seminal Vesicles,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Scrotum and Tunica Vaginalis,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Scrotum and Tunica Vaginalis,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Scrotum and Tunica Vaginalis,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Scrotum and Tunica Vaginalis,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Scrotum and Tunica Vaginalis,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Testis,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Testis,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Testis,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Testis,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Testis,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Epididymis and Spermatic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Epididymis and Spermatic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Epididymis and Spermatic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0VHM7YZ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Epididymis and Spermatic Cord,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0VHM8YZ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Epididymis and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0VHR0YZ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Vas Deferens,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0VHR3YZ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Vas Deferens,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0VHR4YZ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Vas Deferens,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0VHR7YZ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Vas Deferens,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0VHR8YZ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Penis,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Penis,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Penis,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Penis,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0VHS8YZ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Insertion of Other Device into Penis,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0VLF8CZ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Spermatic Cord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0VLF8DZ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Spermatic Cord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0VLG8CZ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Spermatic Cord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0VLG8DZ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Spermatic Cord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0VLH8CZ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Spermatic Cords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0VLH8DZ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Spermatic Cords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0VLN8CZ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Vas Deferens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0VLN8DZ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Vas Deferens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Right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0VLP8CZ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Vas Deferens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0VLP8DZ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Vas Deferens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Left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0VLQ8CZ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Vas Deferens with Extraluminal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0VLQ8DZ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Vas Deferens with Intraluminal Device,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0VLQ8ZZ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Occlusion of Bilateral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Bilateral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Right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Left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0VNQ8ZZ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Release Bilateral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Prostate and Seminal Vesicles,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Prostate and Seminal Vesicles,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Prostate and Seminal Vesicles,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0VP47YZ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Prostate and Seminal Vesicles,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0VP48YZ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Prostate and Seminal Vesicles,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Scrotum and Tunica Vaginalis,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Scrotum and Tunica Vaginalis,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Scrotum and Tunica Vaginalis,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Scrotum and Tunica Vaginalis,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Scrotum and Tunica Vaginalis,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Testis,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Testis,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Testis,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Testis,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Testis,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Epididymis and Spermatic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Epididymis and Spermatic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Epididymis and Spermatic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0VPM7YZ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Epididymis and Spermatic Cord,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0VPM8YZ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Epididymis and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0VPR0YZ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Vas Deferens,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0VPR3YZ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Vas Deferens,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0VPR4YZ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Vas Deferens,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0VPR7YZ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Vas Deferens,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0VPR8YZ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Penis,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709,710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Penis,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Penis,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Penis,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0VPS8YZ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Removal of Other Device from Penis,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0VQJ8ZZ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0VQK8ZZ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0VQL8ZZ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Bilateral Epididymis,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0VQN8ZZ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Right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0VQP8ZZ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Left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0VQQ8ZZ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Bilateral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0VS98ZZ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Testis,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0VSB8ZZ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Testis,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0VSC8ZZ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Bilateral Testes,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0VSF8ZZ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Right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0VSG8ZZ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Left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0VSH8ZZ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Bilateral Spermatic Cords,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0VU187Z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Seminal Vesicle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0VU18JZ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Seminal Vesicle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0VU18KZ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Seminal Vesicle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0VU287Z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Seminal Vesicle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0VU28JZ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Seminal Vesicle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0VU28KZ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Seminal Vesicle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0VU387Z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Seminal Vesicles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0VU38JZ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Seminal Vesicles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0VU38KZ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Seminal Vesicles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0VU687Z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Tunica Vaginalis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0VU68JZ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Tunica Vaginalis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0VU68KZ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Tunica Vaginalis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0VU787Z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Tunica Vaginalis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0VU78JZ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Tunica Vaginalis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0VU78KZ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Tunica Vaginalis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0VUF87Z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Spermatic Cord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0VUF8JZ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Spermatic Cord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0VUF8KZ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Spermatic Cord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0VUG87Z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Spermatic Cord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0VUG8JZ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Spermatic Cord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0VUG8KZ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Spermatic Cord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0VUH87Z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Spermatic Cords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0VUH8JZ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Spermatic Cords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0VUH8KZ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Spermatic Cords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0VUJ87Z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Epididymis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0VUJ8JZ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Epididymis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0VUJ8KZ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Epididymis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0VUK87Z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Epididymis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0VUK8JZ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Epididymis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0VUK8KZ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Epididymis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0VUL87Z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Epididymis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0VUL8JZ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Epididymis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0VUL8KZ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Epididymis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0VUN87Z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Vas Deferens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0VUN8JZ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Vas Deferens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0VUN8KZ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Right Vas Deferens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0VUP87Z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Vas Deferens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0VUP8JZ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Vas Deferens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0VUP8KZ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Left Vas Deferens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0VUQ87Z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Vas Deferens with 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0VUQ8JZ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Vas Deferens with Synthetic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0VUQ8KZ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Supplement Bilateral Vas Deferens with Nonautologous Tissue Substitute,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0VW40YZ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Prostate and Seminal Vesicles,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0VW43YZ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Prostate and Seminal Vesicles,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0VW44YZ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Prostate and Seminal Vesicles,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0VW47YZ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Prostate and Seminal Vesicles,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0VW48YZ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Prostate and Seminal Vesicles,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0VW80YZ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Scrotum and Tunica Vaginalis,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0VW83YZ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Scrotum and Tunica Vaginalis,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0VW84YZ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Scrotum and Tunica Vaginalis,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0VW87YZ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Scrotum and Tunica Vaginalis,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0VW88YZ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Scrotum and Tunica Vaginalis,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0VWD0YZ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Testis,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0VWD3YZ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Testis,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0VWD4YZ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Testis,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0VWD7YZ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Testis,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0VWD8YZ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Testis,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0VWM0YZ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Epididymis and Spermatic Cord,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711,712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0VWM3YZ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Epididymis and Spermatic Cord,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0VWM4YZ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Epididymis and Spermatic Cord,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0VWM7YZ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Epididymis and Spermatic Cord,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0VWM8YZ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Epididymis and Spermatic Cord,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0VWR0YZ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Vas Deferens,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0VWR3YZ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Vas Deferens,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0VWR4YZ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Vas Deferens,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0VWR7YZ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Vas Deferens,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0VWR8YZ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Vas Deferens,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0VWS0YZ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Penis,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709,710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0VWS3YZ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Penis,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0VWS4YZ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Penis,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0VWS7YZ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Penis,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0VWS8YZ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Revision of Other Device in Penis,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0WB30ZX*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Open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0WB33ZX*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Percutaneous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0WB34ZX*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Percutaneous Endoscopic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0WB3XZX*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External Approach, Diagnostic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0WB3XZZ*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Excision of Oral Cavity and Throat,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137,138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0WCH0ZZ*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Retroperitoneum,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0WCH3ZZ*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Retroperitoneum,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0WCH4ZZ*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Retroperitoneum,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0WCHXZZ*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Retroperitoneum,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0WQ30ZZ*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Oral Cavity and Throat, Open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0WQ33ZZ*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Oral Cavity and Throat,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0WQ34ZZ*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Oral Cavity and Throat,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0WQ3XZZ*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Repair Oral Cavity and Throat, External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10D17Z9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Manual Extraction of Products of Conception, Retained,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767,768,770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10D18Z9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Manual Extraction of Products of Conception, Retained,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767,768,770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3E01340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Influenza Vaccine into Subcutaneous Tissue,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3E074GC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Coronary Artery,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3E084GC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Heart,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3E0E4GC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Products of Conception,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3E0F4GC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Respiratory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3E0G4GC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Upper GI,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3E0H4GC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Lower GI,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3E0J4GC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Biliary and Pancreatic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3E0K4GC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Genitourinary Tract,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3E0L35Z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Pleural Cavity,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3E0L45Z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Pleural Cavity,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3E0L4GC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Pleural Cavity,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3E0M35Z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Peritoneal Cavity,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3E0M45Z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Peritoneal Cavity,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3E0M4GC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Peritoneal Cavity,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3E0N4GC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Male Reproductive,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3E0P35Z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Female Reproductive,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3E0P3VZ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Hormone into Female Reproductive, Percutaneous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3E0P45Z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Adhesion Barrier into Female Reproductive,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3E0P4GC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Female Reproductive,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3E0P7VZ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Hormone into Female Reproductive,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3E0U4GC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Joints,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3E0Y4GC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Therapeutic Substance into Pericardial Cavity, Percutaneous Endoscopic Approach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4A0074Z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Central Nervous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4A0084Z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Central Nervous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4A008BD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Intracranial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4A008KD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Intracranial Temperature,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4A008RD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Intracranial Saturation,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4A01729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Conductivity, Sensory,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4A0172B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Conductivity, Motor,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4A01829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Conductivity, Sensory,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4A0182B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Conductivity, Motor,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4A0184Z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Peripheral Nervous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4A0279Z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Output,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Rate,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4A027FZ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Rhythm,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216(2),217(2),218(2),273,274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4A027HZ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Sound,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4A027N6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Right Heart,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4A027N7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Left Heart,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4A027N8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Bilateral,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4A027PZ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Action Currents,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4A0289Z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Output,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Rate,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4A028FZ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Rhythm,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216(2),217(2),218(2),273,274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4A028HZ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Sound,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4A028N6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Right Heart,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4A028N7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Left Heart,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4A028N8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Sampling and Pressure, Bilateral,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216(2),217(2),218(2),222(2),223(2),224(2),225(2),233(2),234(2),286,287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4A028PZ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Cardiac Action Currents,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4A0675Z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Lymphatic Flow,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4A067BZ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Lymphatic Pressure,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4A0685Z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Lymphatic Flow,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4A068BZ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Lymphatic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4A0D83Z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Urinary Contractility,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4A0D85Z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Urinary Flow,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4A0D8BZ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Urinary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4A0D8DZ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Urinary Resistance,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4A0D8LZ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Measurement of Urinary Volume,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4A1074G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Central Nervous Electrical Activity, Intraoperative,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Central Nervous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4A1084G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Central Nervous Electrical Activity, Intraoperative,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Central Nervous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4A108BD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Intracranial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4A108KD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Intracranial Temperature,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4A108RD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Intracranial Saturation,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4A11729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Conductivity, Sensory,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4A1172B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Conductivity, Motor,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4A1174G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Electrical Activity, Intraoperative,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4A11829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Conductivity, Sensory,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4A1182B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Conductivity, Motor,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4A1184G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Electrical Activity, Intraoperative,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4A1184Z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Peripheral Nervous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4A1274Z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Electrical Activity,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4A1279Z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Output,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4A127CZ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Rate,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4A127FZ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Rhythm,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4A127HZ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Sound,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4A1284Z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Electrical Activity,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4A1289Z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Output,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4A128CZ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Rate,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4A128FZ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Rhythm,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4A128HZ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Cardiac Sound,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4A1675Z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Lymphatic Flow,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4A167BZ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Lymphatic Pressure, Via Natural or Artificial Opening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4A1685Z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Lymphatic Flow,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4A168BZ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Lymphatic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4A1D83Z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Urinary Contractility,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4A1D85Z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Urinary Flow,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4A1D8BZ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Urinary Pressure,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4A1D8DZ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Urinary Resistance,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4A1D8LZ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Monitoring of Urinary Volume, Via Natural or Artificial Opening Endoscopic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5A0920Z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Assistance with Respiratory Filtration, Continuous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5A1D70Z*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Performance of Urinary Filtration, Intermittent, Less than 6 Hours Per Day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5A1D80Z*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Performance of Urinary Filtration, Prolonged Intermittent, 6-18 hours Per Day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5A1D90Z*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Performance of Urinary Filtration, Continuous, Greater than 18 hours Per Day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B31U010*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High Osmolar Contrast, Laser Intraoperative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B31U0ZZ*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High Osmolar Contrast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B31U110*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Low Osmolar Contrast, Laser Intraoperative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B31U1ZZ*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Low Osmolar Contrast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B31UY10*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Other Contrast, Laser Intraoperative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B31UYZZ*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 using Other Contrast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B31UZZZ*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Fluoroscopy of Pulmonary Trunk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XK02303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Concentrated Bone Marrow Aspirate into Muscle,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XNS0332*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of Lumbar Vertebra using Magnetically Controlled Growth Rod(s), Percutaneous Approach, New Technology Group 2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XNS3332*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of Cervical Vertebra using Magnetically Controlled Growth Rod(s), Percutaneous Approach, New Technology Group 2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XNS4332*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Reposition of Thoracic Vertebra using Magnetically Controlled Growth Rod(s), Percutaneous Approach, New Technology Group 2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XRG00F3*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Occipital-cervical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XRG10F3*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Cervical Vertebral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XRG20F3*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2 or more Cervical Vertebral Joints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XRG40F3*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Cervicothoracic Vertebral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XRG60F3*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Thoracic Vertebral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XRG70F3*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2 to 7 Thoracic Vertebral Joints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453,454,455,456(1),457(1),458(1),459,460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XRG80F3*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8 or more Thoracic Vertebral Joints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XRGA0F3*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Thoracolumbar Vertebral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XRGB0F3*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Lumbar Vertebral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XRGC0F3*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2 or more Lumbar Vertebral Joints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453,454,455,456(1),457(1),458(1),459,460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XRGD0F3*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Fusion of Lumbosacral Joint using Radiolucent Porous Interbody Fusion Device, Open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81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459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XW033A3*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Bezlotoxumab Monoclonal Antibody into Peripheral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XW033B3*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Cytarabine and Daunorubicin Liposome Antineoplastic into Peripheral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XW033C3*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Engineered Autologous Chimeric Antigen Receptor T-cell Immunotherapy into Peripheral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XW033F3*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New Technology Therapeutic Substance into Peripheral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XW043A3*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Bezlotoxumab Monoclonal Antibody into Central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XW043B3*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Cytarabine and Daunorubicin Liposome Antineoplastic into Central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XW043C3*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Engineered Autologous Chimeric Antigen Receptor T-cell Immunotherapy into Central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XW043F3*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Introduction of Other New Technology Therapeutic Substance into Central Vein, Percutaneous Approach,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  <w:tr w:rsidR="003D523A" w:rsidTr="0008211B">
        <w:tc>
          <w:tcPr>
            <w:tcW w:w="144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XY0VX83</w:t>
            </w:r>
          </w:p>
        </w:tc>
        <w:tc>
          <w:tcPr>
            <w:tcW w:w="180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Extracorporeal Introduction of Endothelial Damage Inhibitor to Vein Graft, New Technology Group 3</w:t>
            </w:r>
          </w:p>
        </w:tc>
        <w:tc>
          <w:tcPr>
            <w:tcW w:w="720" w:type="dxa"/>
          </w:tcPr>
          <w:p w:rsidR="00F31EC0" w:rsidRDefault="003D523A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31EC0" w:rsidRDefault="00F31EC0"/>
        </w:tc>
        <w:tc>
          <w:tcPr>
            <w:tcW w:w="4590" w:type="dxa"/>
          </w:tcPr>
          <w:p w:rsidR="00F31EC0" w:rsidRDefault="00F31EC0"/>
        </w:tc>
      </w:tr>
    </w:tbl>
    <w:p w:rsidR="00F31EC0" w:rsidRDefault="003D523A">
      <w:r>
        <w:rPr>
          <w:rFonts w:ascii="Times New Roman" w:eastAsia="Times New Roman" w:hAnsi="Times New Roman" w:cs="Times New Roman"/>
          <w:b/>
          <w:sz w:val="24"/>
        </w:rPr>
        <w:br/>
        <w:t>Notes:</w:t>
      </w:r>
    </w:p>
    <w:p w:rsidR="00F31EC0" w:rsidRDefault="003D523A">
      <w:r>
        <w:rPr>
          <w:rFonts w:ascii="Times New Roman" w:eastAsia="Times New Roman" w:hAnsi="Times New Roman" w:cs="Times New Roman"/>
          <w:sz w:val="24"/>
        </w:rPr>
        <w:t>(*) These procedure codes were discussed at the March 7, 2017 - March 8, 2017 ICD-10-CM/PCS Coordination and Maintenance Committee meeting and were not finalized in time to include in the proposed rule.  They will be implemented on October 1, 2017.</w:t>
      </w:r>
    </w:p>
    <w:p w:rsidR="00F31EC0" w:rsidRDefault="003D523A">
      <w:r>
        <w:rPr>
          <w:rFonts w:ascii="Times New Roman" w:eastAsia="Times New Roman" w:hAnsi="Times New Roman" w:cs="Times New Roman"/>
          <w:sz w:val="24"/>
        </w:rPr>
        <w:t>(**) Non-OR procedure affects DRGs</w:t>
      </w:r>
    </w:p>
    <w:p w:rsidR="00F31EC0" w:rsidRDefault="003D523A">
      <w:r>
        <w:rPr>
          <w:rFonts w:ascii="Times New Roman" w:eastAsia="Times New Roman" w:hAnsi="Times New Roman" w:cs="Times New Roman"/>
          <w:sz w:val="24"/>
        </w:rPr>
        <w:t>(1) Cluster</w:t>
      </w:r>
    </w:p>
    <w:p w:rsidR="00F31EC0" w:rsidRDefault="003D523A">
      <w:r>
        <w:rPr>
          <w:rFonts w:ascii="Times New Roman" w:eastAsia="Times New Roman" w:hAnsi="Times New Roman" w:cs="Times New Roman"/>
          <w:sz w:val="24"/>
        </w:rPr>
        <w:t>(2) Cardiac Catheterization List</w:t>
      </w:r>
    </w:p>
    <w:sectPr w:rsidR="00F31EC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892" w:rsidRDefault="00F31892" w:rsidP="003C3806">
      <w:pPr>
        <w:spacing w:after="0" w:line="240" w:lineRule="auto"/>
      </w:pPr>
      <w:r>
        <w:separator/>
      </w:r>
    </w:p>
  </w:endnote>
  <w:endnote w:type="continuationSeparator" w:id="0">
    <w:p w:rsidR="00F31892" w:rsidRDefault="00F31892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3A" w:rsidRPr="00AE1B67" w:rsidRDefault="003D523A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Pr="00AE1B67">
      <w:rPr>
        <w:rFonts w:ascii="Times New Roman" w:hAnsi="Times New Roman" w:cs="Times New Roman"/>
        <w:sz w:val="24"/>
        <w:szCs w:val="24"/>
      </w:rPr>
      <w:fldChar w:fldCharType="begin"/>
    </w:r>
    <w:r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AE1B67">
      <w:rPr>
        <w:rFonts w:ascii="Times New Roman" w:hAnsi="Times New Roman" w:cs="Times New Roman"/>
        <w:sz w:val="24"/>
        <w:szCs w:val="24"/>
      </w:rPr>
      <w:fldChar w:fldCharType="separate"/>
    </w:r>
    <w:r w:rsidR="005856AF">
      <w:rPr>
        <w:rFonts w:ascii="Times New Roman" w:hAnsi="Times New Roman" w:cs="Times New Roman"/>
        <w:noProof/>
        <w:sz w:val="24"/>
        <w:szCs w:val="24"/>
      </w:rPr>
      <w:t>1</w:t>
    </w:r>
    <w:r w:rsidRPr="00AE1B67">
      <w:rPr>
        <w:rFonts w:ascii="Times New Roman" w:hAnsi="Times New Roman" w:cs="Times New Roman"/>
        <w:sz w:val="24"/>
        <w:szCs w:val="24"/>
      </w:rPr>
      <w:fldChar w:fldCharType="end"/>
    </w:r>
    <w:r w:rsidRPr="00AE1B67">
      <w:rPr>
        <w:rFonts w:ascii="Times New Roman" w:hAnsi="Times New Roman" w:cs="Times New Roman"/>
        <w:sz w:val="24"/>
        <w:szCs w:val="24"/>
      </w:rPr>
      <w:t>/</w:t>
    </w:r>
    <w:r w:rsidRPr="00AE1B67">
      <w:rPr>
        <w:rFonts w:ascii="Times New Roman" w:hAnsi="Times New Roman" w:cs="Times New Roman"/>
        <w:sz w:val="24"/>
        <w:szCs w:val="24"/>
      </w:rPr>
      <w:fldChar w:fldCharType="begin"/>
    </w:r>
    <w:r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Pr="00AE1B67">
      <w:rPr>
        <w:rFonts w:ascii="Times New Roman" w:hAnsi="Times New Roman" w:cs="Times New Roman"/>
        <w:sz w:val="24"/>
        <w:szCs w:val="24"/>
      </w:rPr>
      <w:fldChar w:fldCharType="separate"/>
    </w:r>
    <w:r w:rsidR="005856AF">
      <w:rPr>
        <w:rFonts w:ascii="Times New Roman" w:hAnsi="Times New Roman" w:cs="Times New Roman"/>
        <w:noProof/>
        <w:sz w:val="24"/>
        <w:szCs w:val="24"/>
      </w:rPr>
      <w:t>130</w:t>
    </w:r>
    <w:r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892" w:rsidRDefault="00F31892" w:rsidP="003C3806">
      <w:pPr>
        <w:spacing w:after="0" w:line="240" w:lineRule="auto"/>
      </w:pPr>
      <w:r>
        <w:separator/>
      </w:r>
    </w:p>
  </w:footnote>
  <w:footnote w:type="continuationSeparator" w:id="0">
    <w:p w:rsidR="00F31892" w:rsidRDefault="00F31892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3A" w:rsidRDefault="003D523A" w:rsidP="003D523A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6B. - NEW PROCEDURE CODES</w:t>
    </w:r>
  </w:p>
  <w:p w:rsidR="003D523A" w:rsidRDefault="003D523A" w:rsidP="003D523A">
    <w:pPr>
      <w:jc w:val="center"/>
    </w:pPr>
  </w:p>
  <w:p w:rsidR="003D523A" w:rsidRDefault="003D523A" w:rsidP="003D523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AF"/>
    <w:rsid w:val="0008211B"/>
    <w:rsid w:val="00177944"/>
    <w:rsid w:val="001C1C73"/>
    <w:rsid w:val="00352496"/>
    <w:rsid w:val="0037511D"/>
    <w:rsid w:val="003C3806"/>
    <w:rsid w:val="003D523A"/>
    <w:rsid w:val="00403D21"/>
    <w:rsid w:val="00414484"/>
    <w:rsid w:val="00511CCA"/>
    <w:rsid w:val="00534D06"/>
    <w:rsid w:val="0055337B"/>
    <w:rsid w:val="005856AF"/>
    <w:rsid w:val="00590D7E"/>
    <w:rsid w:val="00703B75"/>
    <w:rsid w:val="00912D29"/>
    <w:rsid w:val="00AE1B67"/>
    <w:rsid w:val="00B74019"/>
    <w:rsid w:val="00CC204D"/>
    <w:rsid w:val="00E35D8D"/>
    <w:rsid w:val="00F31892"/>
    <w:rsid w:val="00F3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BED59A-A7F1-4693-8E27-F4721E72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1D2\Desktop\CMS-1677-F%20TABLE%206B%20NEW%20PROCEDURE%20COD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CMS-1677-F TABLE 6B NEW PROCEDURE CODES.dotx</Template>
  <TotalTime>0</TotalTime>
  <Pages>130</Pages>
  <Words>71446</Words>
  <Characters>407243</Characters>
  <Application>Microsoft Office Word</Application>
  <DocSecurity>0</DocSecurity>
  <Lines>3393</Lines>
  <Paragraphs>955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Treitel</dc:creator>
  <cp:lastModifiedBy>Michael Treitel</cp:lastModifiedBy>
  <cp:revision>1</cp:revision>
  <dcterms:created xsi:type="dcterms:W3CDTF">2017-08-02T18:11:00Z</dcterms:created>
  <dcterms:modified xsi:type="dcterms:W3CDTF">2017-08-02T18:11:00Z</dcterms:modified>
</cp:coreProperties>
</file>